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E757DDC" w:rsidR="005C6DCE" w:rsidRPr="0080358B" w:rsidRDefault="00940C13"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40C1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826FCEB" w:rsidR="006938F5" w:rsidRDefault="00940C13" w:rsidP="006718D3">
            <w:pPr>
              <w:spacing w:after="0"/>
              <w:jc w:val="left"/>
            </w:pPr>
            <w:r>
              <w:t>COMM.B2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C328668" w:rsidR="006938F5" w:rsidRDefault="00940C13" w:rsidP="006718D3">
            <w:pPr>
              <w:spacing w:after="0"/>
              <w:jc w:val="left"/>
            </w:pPr>
            <w:r>
              <w:t>196620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9273BF1" w:rsidR="4EEB584D" w:rsidRDefault="00940C1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9C6D4B4" w:rsidR="006938F5" w:rsidRDefault="00940C1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2A89054" w:rsidR="3C2D33B5" w:rsidRDefault="00940C13" w:rsidP="14270372">
            <w:pPr>
              <w:spacing w:after="0"/>
              <w:jc w:val="left"/>
            </w:pPr>
            <w:r>
              <w:t>Brussels</w:t>
            </w:r>
          </w:p>
          <w:p w14:paraId="6B7C1AA9" w14:textId="1ECFF79C" w:rsidR="3C2D33B5" w:rsidRDefault="00940C13" w:rsidP="14270372">
            <w:pPr>
              <w:spacing w:after="0"/>
              <w:jc w:val="left"/>
            </w:pPr>
            <w:r>
              <w:t>Bruxelles</w:t>
            </w:r>
          </w:p>
          <w:p w14:paraId="5C918E8F" w14:textId="58E8D286" w:rsidR="3C2D33B5" w:rsidRDefault="00940C1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009329B" w:rsidR="006938F5" w:rsidRDefault="00940C13" w:rsidP="006718D3">
            <w:pPr>
              <w:spacing w:after="0"/>
              <w:jc w:val="left"/>
            </w:pPr>
            <w:r>
              <w:t>With allowances</w:t>
            </w:r>
          </w:p>
          <w:p w14:paraId="02E31856" w14:textId="39FA0FB6" w:rsidR="006938F5" w:rsidRDefault="00940C13" w:rsidP="006718D3">
            <w:pPr>
              <w:spacing w:after="0"/>
              <w:jc w:val="left"/>
            </w:pPr>
            <w:r>
              <w:t>Avec indemnités</w:t>
            </w:r>
          </w:p>
          <w:p w14:paraId="720FD450" w14:textId="41740AEB" w:rsidR="006938F5" w:rsidRDefault="00940C1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025B68A" w:rsidR="006938F5" w:rsidRDefault="00940C13" w:rsidP="006718D3">
            <w:pPr>
              <w:spacing w:after="0"/>
              <w:jc w:val="left"/>
            </w:pPr>
            <w:r>
              <w:t>Member States</w:t>
            </w:r>
          </w:p>
          <w:p w14:paraId="2A7DF233" w14:textId="20EE4E8E" w:rsidR="006938F5" w:rsidRDefault="00940C13" w:rsidP="006718D3">
            <w:pPr>
              <w:spacing w:after="0"/>
              <w:jc w:val="left"/>
            </w:pPr>
            <w:r>
              <w:t>États membres</w:t>
            </w:r>
          </w:p>
          <w:p w14:paraId="13C75E2E" w14:textId="7F129C34" w:rsidR="006938F5" w:rsidRDefault="00940C1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99A1B5F" w:rsidR="006938F5" w:rsidRDefault="00940C13"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79017B7" w:rsidR="00A95A44" w:rsidRPr="00E61551" w:rsidRDefault="00940C13"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0268547" w14:textId="77777777" w:rsidR="00940C13" w:rsidRDefault="00940C13" w:rsidP="003C1977">
      <w:pPr>
        <w:spacing w:after="0"/>
      </w:pPr>
      <w:r>
        <w:t>Unit COMM.B2 "Youth" serves as the Commission’s hub and operational centre of expertise for corporate communication strategies and outreach to young people. It also ensures the production of the Commission’s annual General Report on the activities of the EU.</w:t>
      </w:r>
    </w:p>
    <w:p w14:paraId="45C82FC3" w14:textId="77777777" w:rsidR="00940C13" w:rsidRDefault="00940C13" w:rsidP="003C1977">
      <w:pPr>
        <w:spacing w:after="0"/>
      </w:pPr>
    </w:p>
    <w:p w14:paraId="5BA850A7" w14:textId="77777777" w:rsidR="00940C13" w:rsidRDefault="00940C13" w:rsidP="003C1977">
      <w:pPr>
        <w:spacing w:after="0"/>
      </w:pPr>
      <w:r>
        <w:t>The Unit:</w:t>
      </w:r>
    </w:p>
    <w:p w14:paraId="02A40E08" w14:textId="77777777" w:rsidR="00940C13" w:rsidRDefault="00940C13" w:rsidP="003C1977">
      <w:pPr>
        <w:spacing w:after="0"/>
      </w:pPr>
      <w:r>
        <w:t>•</w:t>
      </w:r>
      <w:r>
        <w:tab/>
        <w:t>provides strategic direction for youth communication and outreach, including for the youth policy dialogues,</w:t>
      </w:r>
    </w:p>
    <w:p w14:paraId="20578576" w14:textId="77777777" w:rsidR="00940C13" w:rsidRDefault="00940C13" w:rsidP="003C1977">
      <w:pPr>
        <w:spacing w:after="0"/>
      </w:pPr>
      <w:r>
        <w:t>•</w:t>
      </w:r>
      <w:r>
        <w:tab/>
        <w:t xml:space="preserve">mainstreams the youth dimension in various communication and outreach activities, </w:t>
      </w:r>
    </w:p>
    <w:p w14:paraId="52BB7323" w14:textId="77777777" w:rsidR="00940C13" w:rsidRDefault="00940C13" w:rsidP="003C1977">
      <w:pPr>
        <w:spacing w:after="0"/>
      </w:pPr>
      <w:r>
        <w:t>•</w:t>
      </w:r>
      <w:r>
        <w:tab/>
        <w:t>produces high-quality communication assets adapted to and targeting young people,</w:t>
      </w:r>
    </w:p>
    <w:p w14:paraId="46C93737" w14:textId="77777777" w:rsidR="00940C13" w:rsidRDefault="00940C13" w:rsidP="003C1977">
      <w:pPr>
        <w:spacing w:after="0"/>
      </w:pPr>
      <w:r>
        <w:t>•</w:t>
      </w:r>
      <w:r>
        <w:tab/>
        <w:t>conducts studies and provides expertise to other services,</w:t>
      </w:r>
    </w:p>
    <w:p w14:paraId="05802CEA" w14:textId="77777777" w:rsidR="00940C13" w:rsidRDefault="00940C13" w:rsidP="003C1977">
      <w:pPr>
        <w:spacing w:after="0"/>
      </w:pPr>
      <w:r>
        <w:t>•</w:t>
      </w:r>
      <w:r>
        <w:tab/>
        <w:t xml:space="preserve">makes content available through platforms such as the Learning Corner, the 'EU made Easy' web page, the Citizen Engagement Platform, in cooperation with other DGs, </w:t>
      </w:r>
    </w:p>
    <w:p w14:paraId="56F85A81" w14:textId="77777777" w:rsidR="00940C13" w:rsidRDefault="00940C13" w:rsidP="003C1977">
      <w:pPr>
        <w:spacing w:after="0"/>
      </w:pPr>
      <w:r>
        <w:t>•</w:t>
      </w:r>
      <w:r>
        <w:tab/>
        <w:t>prepares the annual General Report of the Commission on the Activities of the EU.</w:t>
      </w:r>
    </w:p>
    <w:p w14:paraId="2444BC8A" w14:textId="2147B506"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1B9A07A" w14:textId="77777777" w:rsidR="00940C13" w:rsidRDefault="00940C13" w:rsidP="003C1977">
      <w:pPr>
        <w:spacing w:after="0"/>
      </w:pPr>
      <w:r>
        <w:t>We propose a challenging and diverse secondment in a dynamic environment including the following tasks:</w:t>
      </w:r>
    </w:p>
    <w:p w14:paraId="793EBCB8" w14:textId="77777777" w:rsidR="00940C13" w:rsidRDefault="00940C13" w:rsidP="003C1977">
      <w:pPr>
        <w:spacing w:after="0"/>
      </w:pPr>
    </w:p>
    <w:p w14:paraId="586A9C6E" w14:textId="77777777" w:rsidR="00940C13" w:rsidRDefault="00940C13" w:rsidP="003C1977">
      <w:pPr>
        <w:spacing w:after="0"/>
      </w:pPr>
      <w:r>
        <w:t>•</w:t>
      </w:r>
      <w:r>
        <w:tab/>
        <w:t>Contribute to the strategic development and coordination of youth-focused communication and outreach activities across the Commission, ensuring coherent messaging towards young audiences and alignment with corporate priorities</w:t>
      </w:r>
    </w:p>
    <w:p w14:paraId="5579F9D3" w14:textId="77777777" w:rsidR="00940C13" w:rsidRDefault="00940C13" w:rsidP="003C1977">
      <w:pPr>
        <w:spacing w:after="0"/>
      </w:pPr>
      <w:r>
        <w:t>•</w:t>
      </w:r>
      <w:r>
        <w:tab/>
        <w:t>Identify, develop and promote innovative practices, initiatives and emerging trends in youth engagement and communication</w:t>
      </w:r>
    </w:p>
    <w:p w14:paraId="40E5E911" w14:textId="77777777" w:rsidR="00940C13" w:rsidRDefault="00940C13" w:rsidP="003C1977">
      <w:pPr>
        <w:spacing w:after="0"/>
      </w:pPr>
      <w:r>
        <w:t>•</w:t>
      </w:r>
      <w:r>
        <w:tab/>
        <w:t>Support the mainstreaming of the youth dimension across the Commission’s communication and outreach activities</w:t>
      </w:r>
    </w:p>
    <w:p w14:paraId="5A4D294D" w14:textId="77777777" w:rsidR="00940C13" w:rsidRDefault="00940C13" w:rsidP="003C1977">
      <w:pPr>
        <w:spacing w:after="0"/>
      </w:pPr>
      <w:r>
        <w:t>•</w:t>
      </w:r>
      <w:r>
        <w:tab/>
        <w:t>Strengthen evidence-based communication by contributing to relevant knowledge-building and data analysis (e.g. studies, surveys, trend analysis) on youth audiences – their values, information habits and perceptions of the EU</w:t>
      </w:r>
    </w:p>
    <w:p w14:paraId="082F32BF" w14:textId="77777777" w:rsidR="00940C13" w:rsidRDefault="00940C13" w:rsidP="003C1977">
      <w:pPr>
        <w:spacing w:after="0"/>
      </w:pPr>
      <w:r>
        <w:t>•</w:t>
      </w:r>
      <w:r>
        <w:tab/>
        <w:t>Use insights from research and data to inform and improve the design and targeting of youth communication and outreach actions</w:t>
      </w:r>
    </w:p>
    <w:p w14:paraId="46C9BE47" w14:textId="77777777" w:rsidR="00940C13" w:rsidRDefault="00940C13" w:rsidP="003C1977">
      <w:pPr>
        <w:spacing w:after="0"/>
      </w:pPr>
      <w:r>
        <w:t>•</w:t>
      </w:r>
      <w:r>
        <w:tab/>
        <w:t>Support monitoring, evaluation and reporting on the impact of youth communication initiatives and help identify areas for improvement</w:t>
      </w:r>
    </w:p>
    <w:p w14:paraId="35F07AA5" w14:textId="77777777" w:rsidR="00940C13" w:rsidRDefault="00940C13" w:rsidP="003C1977">
      <w:pPr>
        <w:spacing w:after="0"/>
      </w:pPr>
      <w:r>
        <w:t>•</w:t>
      </w:r>
      <w:r>
        <w:tab/>
        <w:t>Coordinate and participate in internal, interinstitutional and external networks on youth communication, fostering exchanges, collaboration and knowledge sharing, under the supervision of a Commission official</w:t>
      </w:r>
    </w:p>
    <w:p w14:paraId="76D26C53" w14:textId="77777777" w:rsidR="00940C13" w:rsidRDefault="00940C13" w:rsidP="003C1977">
      <w:pPr>
        <w:spacing w:after="0"/>
      </w:pPr>
      <w:r>
        <w:lastRenderedPageBreak/>
        <w:t>•</w:t>
      </w:r>
      <w:r>
        <w:tab/>
        <w:t>Liaise with other Commission services, Representations and external stakeholders with a view to represent the unit’s interest and stay informed about developments in youth outreach and engagement</w:t>
      </w:r>
    </w:p>
    <w:p w14:paraId="7B94D5A7" w14:textId="77777777" w:rsidR="00940C13" w:rsidRDefault="00940C13" w:rsidP="003C1977">
      <w:pPr>
        <w:spacing w:after="0"/>
      </w:pPr>
      <w:r>
        <w:t>•</w:t>
      </w:r>
      <w:r>
        <w:tab/>
        <w:t>Contribute to the dialogue and co-creation with young people and organisations in the field of youth, ensuring their perspectives and feedback inform the Commission’s communication strategies and content.</w:t>
      </w:r>
    </w:p>
    <w:p w14:paraId="4FA38409" w14:textId="70335019"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5E6844B" w14:textId="77777777" w:rsidR="00940C13" w:rsidRDefault="00940C13" w:rsidP="00527473">
      <w:pPr>
        <w:spacing w:after="0"/>
        <w:jc w:val="left"/>
      </w:pPr>
      <w:r>
        <w:t>We are looking for a motivated, resilient and open-minded team member with an affinity to youth engagement and communication.</w:t>
      </w:r>
    </w:p>
    <w:p w14:paraId="04F98DAB" w14:textId="77777777" w:rsidR="00940C13" w:rsidRDefault="00940C13" w:rsidP="00527473">
      <w:pPr>
        <w:spacing w:after="0"/>
        <w:jc w:val="left"/>
      </w:pPr>
    </w:p>
    <w:p w14:paraId="5642CC76" w14:textId="77777777" w:rsidR="00940C13" w:rsidRDefault="00940C13" w:rsidP="00527473">
      <w:pPr>
        <w:spacing w:after="0"/>
        <w:jc w:val="left"/>
      </w:pPr>
      <w:r>
        <w:t xml:space="preserve">S/he should demonstrate excellent communication and presentation skills, both orally and in writing. S/he should be able to work autonomously, have strong analytical skills and help pursue youth priorities. </w:t>
      </w:r>
    </w:p>
    <w:p w14:paraId="3E6BEF2F" w14:textId="77777777" w:rsidR="00940C13" w:rsidRDefault="00940C13" w:rsidP="00527473">
      <w:pPr>
        <w:spacing w:after="0"/>
        <w:jc w:val="left"/>
      </w:pPr>
    </w:p>
    <w:p w14:paraId="7C1A4CEE" w14:textId="77777777" w:rsidR="00940C13" w:rsidRDefault="00940C13" w:rsidP="00527473">
      <w:pPr>
        <w:spacing w:after="0"/>
        <w:jc w:val="left"/>
      </w:pPr>
      <w:r>
        <w:t xml:space="preserve">Experience in communication, journalism and/or strategy development is a plus. The candidate should be creative and demonstrate a good knowledge about state-of-the-art youth-friendly communications. S/he should master the English language and be able to draft in a youth-friendly language, adapting her/his text to the targeted audience. </w:t>
      </w:r>
    </w:p>
    <w:p w14:paraId="454A48A3" w14:textId="77777777" w:rsidR="00940C13" w:rsidRDefault="00940C13" w:rsidP="00527473">
      <w:pPr>
        <w:spacing w:after="0"/>
        <w:jc w:val="left"/>
      </w:pPr>
    </w:p>
    <w:p w14:paraId="49093B3B" w14:textId="77777777" w:rsidR="00940C13" w:rsidRDefault="00940C13" w:rsidP="00527473">
      <w:pPr>
        <w:spacing w:after="0"/>
        <w:jc w:val="left"/>
      </w:pPr>
      <w:r>
        <w:t>S/he should also demonstrate a capacity to work in teams, to negotiate with internal and external stakeholders and to present in events and meetings.</w:t>
      </w:r>
    </w:p>
    <w:p w14:paraId="5896E8E5" w14:textId="77777777" w:rsidR="00940C13" w:rsidRDefault="00940C13" w:rsidP="00527473">
      <w:pPr>
        <w:spacing w:after="0"/>
        <w:jc w:val="left"/>
      </w:pPr>
    </w:p>
    <w:p w14:paraId="0A5FADB5" w14:textId="77777777" w:rsidR="00940C13" w:rsidRDefault="00940C13" w:rsidP="00527473">
      <w:pPr>
        <w:spacing w:after="0"/>
        <w:jc w:val="left"/>
      </w:pPr>
      <w:r>
        <w:t>Prior experience in the field of youth, particularly with a proven interest in youth communication and policies would be an asset.</w:t>
      </w:r>
    </w:p>
    <w:p w14:paraId="0DE8C532" w14:textId="30716C97"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89E2D9D" w:rsidR="0017274D" w:rsidRPr="008250D4" w:rsidRDefault="00940C13"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ED51FBD" w14:textId="77777777" w:rsidR="00940C13" w:rsidRDefault="00940C13" w:rsidP="00527473">
      <w:pPr>
        <w:spacing w:after="0"/>
        <w:rPr>
          <w:lang w:val="de-DE"/>
        </w:rPr>
      </w:pPr>
      <w:r>
        <w:rPr>
          <w:lang w:val="de-DE"/>
        </w:rPr>
        <w:t>L’unité COMM.B2 « Jeunesse » constitue le centre opérationnel et d’expertise de la Commission en matière de stratégies de communication institutionnelle et de sensibilisation auprès des jeunes. Elle est également responsable de la production du Rapport général annuel de la Commission sur les activités de l’Union européenne.</w:t>
      </w:r>
    </w:p>
    <w:p w14:paraId="045C6D19" w14:textId="77777777" w:rsidR="00940C13" w:rsidRDefault="00940C13" w:rsidP="00527473">
      <w:pPr>
        <w:spacing w:after="0"/>
        <w:rPr>
          <w:lang w:val="de-DE"/>
        </w:rPr>
      </w:pPr>
    </w:p>
    <w:p w14:paraId="5CB922A1" w14:textId="77777777" w:rsidR="00940C13" w:rsidRDefault="00940C13" w:rsidP="00527473">
      <w:pPr>
        <w:spacing w:after="0"/>
        <w:rPr>
          <w:lang w:val="de-DE"/>
        </w:rPr>
      </w:pPr>
      <w:r>
        <w:rPr>
          <w:lang w:val="de-DE"/>
        </w:rPr>
        <w:t>L’unité :</w:t>
      </w:r>
    </w:p>
    <w:p w14:paraId="0A5C3302" w14:textId="77777777" w:rsidR="00940C13" w:rsidRDefault="00940C13" w:rsidP="00527473">
      <w:pPr>
        <w:spacing w:after="0"/>
        <w:rPr>
          <w:lang w:val="de-DE"/>
        </w:rPr>
      </w:pPr>
      <w:r>
        <w:rPr>
          <w:lang w:val="de-DE"/>
        </w:rPr>
        <w:t>•</w:t>
      </w:r>
      <w:r>
        <w:rPr>
          <w:lang w:val="de-DE"/>
        </w:rPr>
        <w:tab/>
        <w:t>définit l’orientation stratégique de la communication et de la sensibilisation à destination des jeunes, y compris dans le cadre des dialogues sur les politiques de jeunesse (Youth Policy Dialogues),</w:t>
      </w:r>
    </w:p>
    <w:p w14:paraId="1F82146D" w14:textId="77777777" w:rsidR="00940C13" w:rsidRDefault="00940C13" w:rsidP="00527473">
      <w:pPr>
        <w:spacing w:after="0"/>
        <w:rPr>
          <w:lang w:val="de-DE"/>
        </w:rPr>
      </w:pPr>
      <w:r>
        <w:rPr>
          <w:lang w:val="de-DE"/>
        </w:rPr>
        <w:t>•</w:t>
      </w:r>
      <w:r>
        <w:rPr>
          <w:lang w:val="de-DE"/>
        </w:rPr>
        <w:tab/>
        <w:t>intègre la dimension jeunesse dans diverses activités de communication et de sensibilisation,</w:t>
      </w:r>
    </w:p>
    <w:p w14:paraId="765BDD9F" w14:textId="77777777" w:rsidR="00940C13" w:rsidRDefault="00940C13" w:rsidP="00527473">
      <w:pPr>
        <w:spacing w:after="0"/>
        <w:rPr>
          <w:lang w:val="de-DE"/>
        </w:rPr>
      </w:pPr>
      <w:r>
        <w:rPr>
          <w:lang w:val="de-DE"/>
        </w:rPr>
        <w:t>•</w:t>
      </w:r>
      <w:r>
        <w:rPr>
          <w:lang w:val="de-DE"/>
        </w:rPr>
        <w:tab/>
        <w:t>produit des supports de communication de haute qualité, adaptés aux jeunes et conçus pour un public jeune.</w:t>
      </w:r>
    </w:p>
    <w:p w14:paraId="6095730D" w14:textId="77777777" w:rsidR="00940C13" w:rsidRDefault="00940C13" w:rsidP="00527473">
      <w:pPr>
        <w:spacing w:after="0"/>
        <w:rPr>
          <w:lang w:val="de-DE"/>
        </w:rPr>
      </w:pPr>
      <w:r>
        <w:rPr>
          <w:lang w:val="de-DE"/>
        </w:rPr>
        <w:t>•</w:t>
      </w:r>
      <w:r>
        <w:rPr>
          <w:lang w:val="de-DE"/>
        </w:rPr>
        <w:tab/>
        <w:t>réalise des études et fournit une expertise aux autres services,</w:t>
      </w:r>
    </w:p>
    <w:p w14:paraId="26BF46CC" w14:textId="77777777" w:rsidR="00940C13" w:rsidRDefault="00940C13" w:rsidP="00527473">
      <w:pPr>
        <w:spacing w:after="0"/>
        <w:rPr>
          <w:lang w:val="de-DE"/>
        </w:rPr>
      </w:pPr>
      <w:r>
        <w:rPr>
          <w:lang w:val="de-DE"/>
        </w:rPr>
        <w:t>•</w:t>
      </w:r>
      <w:r>
        <w:rPr>
          <w:lang w:val="de-DE"/>
        </w:rPr>
        <w:tab/>
        <w:t>met à disposition des contenus via des plateformes telles que l’Espace Apprentissage, la page web « Faciliter la compréhension de l’UE», la Plateforme de participation des citoyens, en coopération avec d’autres directions générales,</w:t>
      </w:r>
    </w:p>
    <w:p w14:paraId="47A9BCFA" w14:textId="77777777" w:rsidR="00940C13" w:rsidRDefault="00940C13" w:rsidP="00527473">
      <w:pPr>
        <w:spacing w:after="0"/>
        <w:rPr>
          <w:lang w:val="de-DE"/>
        </w:rPr>
      </w:pPr>
      <w:r>
        <w:rPr>
          <w:lang w:val="de-DE"/>
        </w:rPr>
        <w:t>•</w:t>
      </w:r>
      <w:r>
        <w:rPr>
          <w:lang w:val="de-DE"/>
        </w:rPr>
        <w:tab/>
        <w:t>prépare le Rapport général annuel de la Commission sur les activités de l’Union européenne.</w:t>
      </w:r>
    </w:p>
    <w:p w14:paraId="6810D07E" w14:textId="130BD2FC"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923C5C6" w14:textId="77777777" w:rsidR="00940C13" w:rsidRDefault="00940C13" w:rsidP="00527473">
      <w:pPr>
        <w:spacing w:after="0"/>
        <w:jc w:val="left"/>
        <w:rPr>
          <w:lang w:val="de-DE"/>
        </w:rPr>
      </w:pPr>
      <w:r>
        <w:rPr>
          <w:lang w:val="de-DE"/>
        </w:rPr>
        <w:t>Nous proposons un poste d’Expert National Détaché (END) stimulant et varié dans un environnement dynamique, comprenant les tâches suivantes :</w:t>
      </w:r>
    </w:p>
    <w:p w14:paraId="31F9397E" w14:textId="77777777" w:rsidR="00940C13" w:rsidRDefault="00940C13" w:rsidP="00527473">
      <w:pPr>
        <w:spacing w:after="0"/>
        <w:jc w:val="left"/>
        <w:rPr>
          <w:lang w:val="de-DE"/>
        </w:rPr>
      </w:pPr>
      <w:r>
        <w:rPr>
          <w:lang w:val="de-DE"/>
        </w:rPr>
        <w:t>•</w:t>
      </w:r>
      <w:r>
        <w:rPr>
          <w:lang w:val="de-DE"/>
        </w:rPr>
        <w:tab/>
        <w:t>Contribuer au développement stratégique et à la coordination des activités de communication et de sensibilisation axées sur la jeunesse au sein de la Commission, en veillant à la cohérence des messages à destination des jeunes et à leur alignement avec les priorités institutionnelles ;</w:t>
      </w:r>
    </w:p>
    <w:p w14:paraId="4C0202EF" w14:textId="77777777" w:rsidR="00940C13" w:rsidRDefault="00940C13" w:rsidP="00527473">
      <w:pPr>
        <w:spacing w:after="0"/>
        <w:jc w:val="left"/>
        <w:rPr>
          <w:lang w:val="de-DE"/>
        </w:rPr>
      </w:pPr>
      <w:r>
        <w:rPr>
          <w:lang w:val="de-DE"/>
        </w:rPr>
        <w:t>•</w:t>
      </w:r>
      <w:r>
        <w:rPr>
          <w:lang w:val="de-DE"/>
        </w:rPr>
        <w:tab/>
        <w:t>Identifier, développer et promouvoir des pratiques innovantes, des initiatives et des tendances émergentes en matière d’engagement et de communication auprès des jeunes ;</w:t>
      </w:r>
    </w:p>
    <w:p w14:paraId="5BB62416" w14:textId="77777777" w:rsidR="00940C13" w:rsidRDefault="00940C13" w:rsidP="00527473">
      <w:pPr>
        <w:spacing w:after="0"/>
        <w:jc w:val="left"/>
        <w:rPr>
          <w:lang w:val="de-DE"/>
        </w:rPr>
      </w:pPr>
      <w:r>
        <w:rPr>
          <w:lang w:val="de-DE"/>
        </w:rPr>
        <w:t>•</w:t>
      </w:r>
      <w:r>
        <w:rPr>
          <w:lang w:val="de-DE"/>
        </w:rPr>
        <w:tab/>
        <w:t>Soutenir l’intégration de la dimension jeunesse dans l’ensemble des activités de communication et de sensibilisation de la Commission ;</w:t>
      </w:r>
    </w:p>
    <w:p w14:paraId="59BB95C1" w14:textId="77777777" w:rsidR="00940C13" w:rsidRDefault="00940C13" w:rsidP="00527473">
      <w:pPr>
        <w:spacing w:after="0"/>
        <w:jc w:val="left"/>
        <w:rPr>
          <w:lang w:val="de-DE"/>
        </w:rPr>
      </w:pPr>
      <w:r>
        <w:rPr>
          <w:lang w:val="de-DE"/>
        </w:rPr>
        <w:t>•</w:t>
      </w:r>
      <w:r>
        <w:rPr>
          <w:lang w:val="de-DE"/>
        </w:rPr>
        <w:tab/>
        <w:t>Renforcer la communication fondée sur des données probantes en contribuant à la production de connaissances et à l’analyse de données pertinentes (études, enquêtes, analyses de tendances) sur les publics jeunes – leurs valeurs, leurs habitudes d’information et leur perception de l’UE ;</w:t>
      </w:r>
    </w:p>
    <w:p w14:paraId="4B57941E" w14:textId="77777777" w:rsidR="00940C13" w:rsidRDefault="00940C13" w:rsidP="00527473">
      <w:pPr>
        <w:spacing w:after="0"/>
        <w:jc w:val="left"/>
        <w:rPr>
          <w:lang w:val="de-DE"/>
        </w:rPr>
      </w:pPr>
      <w:r>
        <w:rPr>
          <w:lang w:val="de-DE"/>
        </w:rPr>
        <w:lastRenderedPageBreak/>
        <w:t>•</w:t>
      </w:r>
      <w:r>
        <w:rPr>
          <w:lang w:val="de-DE"/>
        </w:rPr>
        <w:tab/>
        <w:t>Utiliser les enseignements issus de la recherche et des données pour améliorer la conception et le ciblage des actions de communication et de sensibilisation à destination des jeunes ;</w:t>
      </w:r>
    </w:p>
    <w:p w14:paraId="73A06E7D" w14:textId="77777777" w:rsidR="00940C13" w:rsidRDefault="00940C13" w:rsidP="00527473">
      <w:pPr>
        <w:spacing w:after="0"/>
        <w:jc w:val="left"/>
        <w:rPr>
          <w:lang w:val="de-DE"/>
        </w:rPr>
      </w:pPr>
      <w:r>
        <w:rPr>
          <w:lang w:val="de-DE"/>
        </w:rPr>
        <w:t>•</w:t>
      </w:r>
      <w:r>
        <w:rPr>
          <w:lang w:val="de-DE"/>
        </w:rPr>
        <w:tab/>
        <w:t>Appuyer le suivi, l’évaluation et l’analyse des résultats sur l’impact des initiatives de communication jeunesse, et contribuer à l’identification des pistes d’amélioration ;</w:t>
      </w:r>
    </w:p>
    <w:p w14:paraId="7A1C0CE0" w14:textId="77777777" w:rsidR="00940C13" w:rsidRDefault="00940C13" w:rsidP="00527473">
      <w:pPr>
        <w:spacing w:after="0"/>
        <w:jc w:val="left"/>
        <w:rPr>
          <w:lang w:val="de-DE"/>
        </w:rPr>
      </w:pPr>
      <w:r>
        <w:rPr>
          <w:lang w:val="de-DE"/>
        </w:rPr>
        <w:t>•</w:t>
      </w:r>
      <w:r>
        <w:rPr>
          <w:lang w:val="de-DE"/>
        </w:rPr>
        <w:tab/>
        <w:t>Coordonner et participer à des réseaux internes, interinstitutionnels et externes sur la communication jeunesse, en favorisant les échanges, la collaboration et le partage de connaissances, sous la supervision d’un fonctionnaire de la Commission ;</w:t>
      </w:r>
    </w:p>
    <w:p w14:paraId="38223544" w14:textId="77777777" w:rsidR="00940C13" w:rsidRDefault="00940C13" w:rsidP="00527473">
      <w:pPr>
        <w:spacing w:after="0"/>
        <w:jc w:val="left"/>
        <w:rPr>
          <w:lang w:val="de-DE"/>
        </w:rPr>
      </w:pPr>
      <w:r>
        <w:rPr>
          <w:lang w:val="de-DE"/>
        </w:rPr>
        <w:t>•</w:t>
      </w:r>
      <w:r>
        <w:rPr>
          <w:lang w:val="de-DE"/>
        </w:rPr>
        <w:tab/>
        <w:t>Collaborer avec les autres services de la Commission, les Représentations et les parties prenantes externes afin de représenter les intérêts de l’unité et de rester informé des évolutions en matière de sensibilisation et d’engagement des jeunes ;</w:t>
      </w:r>
    </w:p>
    <w:p w14:paraId="64FA9351" w14:textId="77777777" w:rsidR="00940C13" w:rsidRDefault="00940C13" w:rsidP="00527473">
      <w:pPr>
        <w:spacing w:after="0"/>
        <w:jc w:val="left"/>
        <w:rPr>
          <w:lang w:val="de-DE"/>
        </w:rPr>
      </w:pPr>
      <w:r>
        <w:rPr>
          <w:lang w:val="de-DE"/>
        </w:rPr>
        <w:t>•</w:t>
      </w:r>
      <w:r>
        <w:rPr>
          <w:lang w:val="de-DE"/>
        </w:rPr>
        <w:tab/>
        <w:t>Contribuer au dialogue et à la co-création avec les jeunes et les organisations du secteur jeunesse, en veillant à intégrer leurs perspectives et retours dans les stratégies et contenus de communication de la Commission.</w:t>
      </w:r>
    </w:p>
    <w:p w14:paraId="1EE32085" w14:textId="77777777" w:rsidR="00940C13" w:rsidRDefault="00940C13" w:rsidP="00527473">
      <w:pPr>
        <w:spacing w:after="0"/>
        <w:jc w:val="left"/>
        <w:rPr>
          <w:lang w:val="de-DE"/>
        </w:rPr>
      </w:pPr>
    </w:p>
    <w:p w14:paraId="59404C02" w14:textId="7BF270E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0841D77" w14:textId="77777777" w:rsidR="00940C13" w:rsidRDefault="00940C13" w:rsidP="00527473">
      <w:pPr>
        <w:spacing w:after="0"/>
        <w:rPr>
          <w:lang w:val="de-DE"/>
        </w:rPr>
      </w:pPr>
      <w:r>
        <w:rPr>
          <w:lang w:val="de-DE"/>
        </w:rPr>
        <w:t>Nous recherchons un membre d’équipe motivé, résilient et ouvert d’esprit, avec un réel intéret pour l’engagement et la communication auprès des jeunes.</w:t>
      </w:r>
    </w:p>
    <w:p w14:paraId="469DC45C" w14:textId="77777777" w:rsidR="00940C13" w:rsidRDefault="00940C13" w:rsidP="00527473">
      <w:pPr>
        <w:spacing w:after="0"/>
        <w:rPr>
          <w:lang w:val="de-DE"/>
        </w:rPr>
      </w:pPr>
    </w:p>
    <w:p w14:paraId="3C175326" w14:textId="77777777" w:rsidR="00940C13" w:rsidRDefault="00940C13" w:rsidP="00527473">
      <w:pPr>
        <w:spacing w:after="0"/>
        <w:rPr>
          <w:lang w:val="de-DE"/>
        </w:rPr>
      </w:pPr>
      <w:r>
        <w:rPr>
          <w:lang w:val="de-DE"/>
        </w:rPr>
        <w:t>La personne retenue devra faire preuve d’excellentes compétences en communication et en présentation, tant à l’oral qu’à l’écrit. Elle devra être capable de travailler de manière autonome, posséder de solides compétences analytiques et contribuer à la poursuite des priorités en matière de jeunesse.</w:t>
      </w:r>
    </w:p>
    <w:p w14:paraId="0218D847" w14:textId="77777777" w:rsidR="00940C13" w:rsidRDefault="00940C13" w:rsidP="00527473">
      <w:pPr>
        <w:spacing w:after="0"/>
        <w:rPr>
          <w:lang w:val="de-DE"/>
        </w:rPr>
      </w:pPr>
    </w:p>
    <w:p w14:paraId="0455F122" w14:textId="77777777" w:rsidR="00940C13" w:rsidRDefault="00940C13" w:rsidP="00527473">
      <w:pPr>
        <w:spacing w:after="0"/>
        <w:rPr>
          <w:lang w:val="de-DE"/>
        </w:rPr>
      </w:pPr>
      <w:r>
        <w:rPr>
          <w:lang w:val="de-DE"/>
        </w:rPr>
        <w:t>Une expérience dans les domaines de la communication, du journalisme et/ou du développement stratégique constitue un atout. Le/la candidat(e) devra faire preuve de créativité et avoir une bonne connaissance des pratiques de communication adaptées aux jeunes. Une excellente maîtrise de l’anglais est requise, ainsi que la capacité à rédiger dans un langage accessible et attrayant pour les jeunes, en adaptant le contenu à l’audience ciblée.</w:t>
      </w:r>
    </w:p>
    <w:p w14:paraId="3EDBE6CD" w14:textId="77777777" w:rsidR="00940C13" w:rsidRDefault="00940C13" w:rsidP="00527473">
      <w:pPr>
        <w:spacing w:after="0"/>
        <w:rPr>
          <w:lang w:val="de-DE"/>
        </w:rPr>
      </w:pPr>
    </w:p>
    <w:p w14:paraId="1883DB2E" w14:textId="77777777" w:rsidR="00940C13" w:rsidRDefault="00940C13" w:rsidP="00527473">
      <w:pPr>
        <w:spacing w:after="0"/>
        <w:rPr>
          <w:lang w:val="de-DE"/>
        </w:rPr>
      </w:pPr>
      <w:r>
        <w:rPr>
          <w:lang w:val="de-DE"/>
        </w:rPr>
        <w:t>Il/elle devra également démontrer une aptitude au travail en équipe, à la négociation avec les parties prenantes internes et externes, ainsi qu’à la prise de parole lors d’événements et de réunions.</w:t>
      </w:r>
    </w:p>
    <w:p w14:paraId="564E95BD" w14:textId="77777777" w:rsidR="00940C13" w:rsidRDefault="00940C13" w:rsidP="00527473">
      <w:pPr>
        <w:spacing w:after="0"/>
        <w:rPr>
          <w:lang w:val="de-DE"/>
        </w:rPr>
      </w:pPr>
    </w:p>
    <w:p w14:paraId="0A310394" w14:textId="77777777" w:rsidR="00940C13" w:rsidRDefault="00940C13" w:rsidP="00527473">
      <w:pPr>
        <w:spacing w:after="0"/>
        <w:rPr>
          <w:lang w:val="de-DE"/>
        </w:rPr>
      </w:pPr>
      <w:r>
        <w:rPr>
          <w:lang w:val="de-DE"/>
        </w:rPr>
        <w:t>Une expérience préalable dans le domaine de la jeunesse, en particulier avec un intérêt avéré pour la communication et les politiques jeunesse, serait un atout.</w:t>
      </w:r>
    </w:p>
    <w:p w14:paraId="7B92B82C" w14:textId="1FD35A04"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CDBAEDD" w:rsidR="0017274D" w:rsidRPr="00E61551" w:rsidRDefault="00940C13"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89A59E1" w14:textId="77777777" w:rsidR="00940C13" w:rsidRDefault="00940C13" w:rsidP="00527473">
      <w:pPr>
        <w:spacing w:after="0"/>
        <w:rPr>
          <w:lang w:val="de-DE"/>
        </w:rPr>
      </w:pPr>
      <w:r>
        <w:rPr>
          <w:lang w:val="de-DE"/>
        </w:rPr>
        <w:t xml:space="preserve">Das Referat COMM.B2 „Jugend“ dient als zentrale Anlaufstelle und als operationelles Kompetenzzentrum der Kommission für ihre Corporate-Communication Strategie und Öffentlichkeitsarbeit für junge Menschen. Es ist außerdem für die Erstellung des jährlichen Gesamtberichts über die Tätigkeit der EU verantwortlich. </w:t>
      </w:r>
    </w:p>
    <w:p w14:paraId="6269D710" w14:textId="77777777" w:rsidR="00940C13" w:rsidRDefault="00940C13" w:rsidP="00527473">
      <w:pPr>
        <w:spacing w:after="0"/>
        <w:rPr>
          <w:lang w:val="de-DE"/>
        </w:rPr>
      </w:pPr>
      <w:r>
        <w:rPr>
          <w:lang w:val="de-DE"/>
        </w:rPr>
        <w:t xml:space="preserve">Das Referat: </w:t>
      </w:r>
    </w:p>
    <w:p w14:paraId="07318F93" w14:textId="77777777" w:rsidR="00940C13" w:rsidRDefault="00940C13" w:rsidP="00527473">
      <w:pPr>
        <w:spacing w:after="0"/>
        <w:rPr>
          <w:lang w:val="de-DE"/>
        </w:rPr>
      </w:pPr>
      <w:r>
        <w:rPr>
          <w:lang w:val="de-DE"/>
        </w:rPr>
        <w:t>•</w:t>
      </w:r>
      <w:r>
        <w:rPr>
          <w:lang w:val="de-DE"/>
        </w:rPr>
        <w:tab/>
        <w:t>entwickelt  die strategische Ausrichtung der Kommunikation und Öffentlichkeitsarbeit für junge Menschen vor, einschließlich der Jugendpolitischen Dialoge,</w:t>
      </w:r>
    </w:p>
    <w:p w14:paraId="1EB1A76C" w14:textId="77777777" w:rsidR="00940C13" w:rsidRDefault="00940C13" w:rsidP="00527473">
      <w:pPr>
        <w:spacing w:after="0"/>
        <w:rPr>
          <w:lang w:val="de-DE"/>
        </w:rPr>
      </w:pPr>
      <w:r>
        <w:rPr>
          <w:lang w:val="de-DE"/>
        </w:rPr>
        <w:t>•</w:t>
      </w:r>
      <w:r>
        <w:rPr>
          <w:lang w:val="de-DE"/>
        </w:rPr>
        <w:tab/>
        <w:t>integriert die Jugenddimension in verschiedene Initiativen der Kommunikations- und Öffentlichkeitsarbeit,</w:t>
      </w:r>
    </w:p>
    <w:p w14:paraId="1B99F288" w14:textId="77777777" w:rsidR="00940C13" w:rsidRDefault="00940C13" w:rsidP="00527473">
      <w:pPr>
        <w:spacing w:after="0"/>
        <w:rPr>
          <w:lang w:val="de-DE"/>
        </w:rPr>
      </w:pPr>
      <w:r>
        <w:rPr>
          <w:lang w:val="de-DE"/>
        </w:rPr>
        <w:t>•</w:t>
      </w:r>
      <w:r>
        <w:rPr>
          <w:lang w:val="de-DE"/>
        </w:rPr>
        <w:tab/>
        <w:t>erstellt hochwertige Kommunikationsmaterialien, die auf junge Menschen zugeschnitten sind und sich an sie richten,</w:t>
      </w:r>
    </w:p>
    <w:p w14:paraId="160116C8" w14:textId="77777777" w:rsidR="00940C13" w:rsidRDefault="00940C13" w:rsidP="00527473">
      <w:pPr>
        <w:spacing w:after="0"/>
        <w:rPr>
          <w:lang w:val="de-DE"/>
        </w:rPr>
      </w:pPr>
      <w:r>
        <w:rPr>
          <w:lang w:val="de-DE"/>
        </w:rPr>
        <w:t>•</w:t>
      </w:r>
      <w:r>
        <w:rPr>
          <w:lang w:val="de-DE"/>
        </w:rPr>
        <w:tab/>
        <w:t>führt Studien durch und stellt anderen Dienststellen Expertise zur Verfügung,</w:t>
      </w:r>
    </w:p>
    <w:p w14:paraId="4F0736F1" w14:textId="77777777" w:rsidR="00940C13" w:rsidRDefault="00940C13" w:rsidP="00527473">
      <w:pPr>
        <w:spacing w:after="0"/>
        <w:rPr>
          <w:lang w:val="de-DE"/>
        </w:rPr>
      </w:pPr>
      <w:r>
        <w:rPr>
          <w:lang w:val="de-DE"/>
        </w:rPr>
        <w:t>•</w:t>
      </w:r>
      <w:r>
        <w:rPr>
          <w:lang w:val="de-DE"/>
        </w:rPr>
        <w:tab/>
        <w:t>stellt in Zusammenarbeit mit anderen Generaldirektionen Inhalte über Plattformen wie die Lernecke, die Webseite „EU leicht gemacht“ und die Plattform für Bürgerbeteiligung bereit,</w:t>
      </w:r>
    </w:p>
    <w:p w14:paraId="163F039B" w14:textId="77777777" w:rsidR="00940C13" w:rsidRDefault="00940C13" w:rsidP="00527473">
      <w:pPr>
        <w:spacing w:after="0"/>
        <w:rPr>
          <w:lang w:val="de-DE"/>
        </w:rPr>
      </w:pPr>
      <w:r>
        <w:rPr>
          <w:lang w:val="de-DE"/>
        </w:rPr>
        <w:t>•</w:t>
      </w:r>
      <w:r>
        <w:rPr>
          <w:lang w:val="de-DE"/>
        </w:rPr>
        <w:tab/>
        <w:t>erstellt den jährlichen Gesamtbericht über die Tätigkeit der EU.</w:t>
      </w:r>
    </w:p>
    <w:p w14:paraId="2B6785AE" w14:textId="6CD72F50"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1558E71" w14:textId="77777777" w:rsidR="00940C13" w:rsidRDefault="00940C13" w:rsidP="00527473">
      <w:pPr>
        <w:spacing w:after="0"/>
        <w:rPr>
          <w:lang w:val="de-DE"/>
        </w:rPr>
      </w:pPr>
      <w:r>
        <w:rPr>
          <w:lang w:val="de-DE"/>
        </w:rPr>
        <w:t>Wir bieten eine anspruchsvolle und abwechslungsreiche Tätigkeit in einem dynamischen Umfeld. Sie werden zu den  nachstehenden Aufgaben beitragen:</w:t>
      </w:r>
    </w:p>
    <w:p w14:paraId="08A08A99" w14:textId="77777777" w:rsidR="00940C13" w:rsidRDefault="00940C13" w:rsidP="00527473">
      <w:pPr>
        <w:spacing w:after="0"/>
        <w:rPr>
          <w:lang w:val="de-DE"/>
        </w:rPr>
      </w:pPr>
      <w:r>
        <w:rPr>
          <w:lang w:val="de-DE"/>
        </w:rPr>
        <w:t>•</w:t>
      </w:r>
      <w:r>
        <w:rPr>
          <w:lang w:val="de-DE"/>
        </w:rPr>
        <w:tab/>
        <w:t>Strategische Entwicklung und Koordinierung der jugendorientierten Kommunikations- und Öffentlichkeitsarbeit der Kommission, um Jugendliche kohärent, zielgruppengerecht und in Übereinstimmung mit den Prioritäten der Kommission anzusprechen.</w:t>
      </w:r>
    </w:p>
    <w:p w14:paraId="0B1D7522" w14:textId="77777777" w:rsidR="00940C13" w:rsidRDefault="00940C13" w:rsidP="00527473">
      <w:pPr>
        <w:spacing w:after="0"/>
        <w:rPr>
          <w:lang w:val="de-DE"/>
        </w:rPr>
      </w:pPr>
      <w:r>
        <w:rPr>
          <w:lang w:val="de-DE"/>
        </w:rPr>
        <w:t>•</w:t>
      </w:r>
      <w:r>
        <w:rPr>
          <w:lang w:val="de-DE"/>
        </w:rPr>
        <w:tab/>
        <w:t xml:space="preserve">Identifizierung, Entwicklung und Förderung innovativer Praktiken, Initiativen und neuer Trends in der Jugendbeteiligung und -kommunikation. </w:t>
      </w:r>
    </w:p>
    <w:p w14:paraId="5B32BC92" w14:textId="77777777" w:rsidR="00940C13" w:rsidRDefault="00940C13" w:rsidP="00527473">
      <w:pPr>
        <w:spacing w:after="0"/>
        <w:rPr>
          <w:lang w:val="de-DE"/>
        </w:rPr>
      </w:pPr>
      <w:r>
        <w:rPr>
          <w:lang w:val="de-DE"/>
        </w:rPr>
        <w:t>•</w:t>
      </w:r>
      <w:r>
        <w:rPr>
          <w:lang w:val="de-DE"/>
        </w:rPr>
        <w:tab/>
        <w:t>Integration der Jugenddimension in die Kommunikations- und Öffentlichkeitsarbeit der Kommission.</w:t>
      </w:r>
    </w:p>
    <w:p w14:paraId="06FF2FE1" w14:textId="77777777" w:rsidR="00940C13" w:rsidRDefault="00940C13" w:rsidP="00527473">
      <w:pPr>
        <w:spacing w:after="0"/>
        <w:rPr>
          <w:lang w:val="de-DE"/>
        </w:rPr>
      </w:pPr>
      <w:r>
        <w:rPr>
          <w:lang w:val="de-DE"/>
        </w:rPr>
        <w:t>•</w:t>
      </w:r>
      <w:r>
        <w:rPr>
          <w:lang w:val="de-DE"/>
        </w:rPr>
        <w:tab/>
        <w:t>Ausbau der evidenzbasierten Kommunikation durch Beiträge zum Wissensaufbau und zur Datenanalyse (z. B. Studien, Umfragen, Trendanalysen) bezüglich junger Zielgruppen – ihrer Werte Mediennutzung und ihrer Wahrnehmung der EU.</w:t>
      </w:r>
    </w:p>
    <w:p w14:paraId="52B7E31A" w14:textId="77777777" w:rsidR="00940C13" w:rsidRDefault="00940C13" w:rsidP="00527473">
      <w:pPr>
        <w:spacing w:after="0"/>
        <w:rPr>
          <w:lang w:val="de-DE"/>
        </w:rPr>
      </w:pPr>
      <w:r>
        <w:rPr>
          <w:lang w:val="de-DE"/>
        </w:rPr>
        <w:t>•</w:t>
      </w:r>
      <w:r>
        <w:rPr>
          <w:lang w:val="de-DE"/>
        </w:rPr>
        <w:tab/>
        <w:t>Nutzung von Forschungsergebnissen und Daten zur Verbesserung der Konzeption und Ausrichtung von Jugendkommunikations- und Öffentlichkeitsarbeitsmaßnahmen.</w:t>
      </w:r>
    </w:p>
    <w:p w14:paraId="4A27FC39" w14:textId="77777777" w:rsidR="00940C13" w:rsidRDefault="00940C13" w:rsidP="00527473">
      <w:pPr>
        <w:spacing w:after="0"/>
        <w:rPr>
          <w:lang w:val="de-DE"/>
        </w:rPr>
      </w:pPr>
      <w:r>
        <w:rPr>
          <w:lang w:val="de-DE"/>
        </w:rPr>
        <w:t>•</w:t>
      </w:r>
      <w:r>
        <w:rPr>
          <w:lang w:val="de-DE"/>
        </w:rPr>
        <w:tab/>
        <w:t>Monitoring, Evaluierung und Berichterstattung über die Wirkung von Kommunikationsinitiativen für Jugendliche und Identifizierung von Verbesserungsmöglichkeiten.</w:t>
      </w:r>
    </w:p>
    <w:p w14:paraId="4F61AAF4" w14:textId="77777777" w:rsidR="00940C13" w:rsidRDefault="00940C13" w:rsidP="00527473">
      <w:pPr>
        <w:spacing w:after="0"/>
        <w:rPr>
          <w:lang w:val="de-DE"/>
        </w:rPr>
      </w:pPr>
      <w:r>
        <w:rPr>
          <w:lang w:val="de-DE"/>
        </w:rPr>
        <w:t>•</w:t>
      </w:r>
      <w:r>
        <w:rPr>
          <w:lang w:val="de-DE"/>
        </w:rPr>
        <w:tab/>
        <w:t>Koordinierung und Teilnahme an internen, interinstitutionellen und externen Netzwerken zur Jugendkommunikation, Förderung von Austausch, Zusammenarbeit und Wissenstransfer unter der Aufsicht eines Kommissionsbeamten.</w:t>
      </w:r>
    </w:p>
    <w:p w14:paraId="1CABFF25" w14:textId="77777777" w:rsidR="00940C13" w:rsidRDefault="00940C13" w:rsidP="00527473">
      <w:pPr>
        <w:spacing w:after="0"/>
        <w:rPr>
          <w:lang w:val="de-DE"/>
        </w:rPr>
      </w:pPr>
      <w:r>
        <w:rPr>
          <w:lang w:val="de-DE"/>
        </w:rPr>
        <w:t>•</w:t>
      </w:r>
      <w:r>
        <w:rPr>
          <w:lang w:val="de-DE"/>
        </w:rPr>
        <w:tab/>
        <w:t>Zusammenarbeit mit anderen Dienststellen der Kommission, Vertretungen und externen Interessengruppen, um die Interessen des Referats dort zu vertreten und über Entwicklungen im Bereich Jugendarbeit und -beteiligung informiert zu bleiben.</w:t>
      </w:r>
    </w:p>
    <w:p w14:paraId="0982C93B" w14:textId="77777777" w:rsidR="00940C13" w:rsidRDefault="00940C13" w:rsidP="00527473">
      <w:pPr>
        <w:spacing w:after="0"/>
        <w:rPr>
          <w:lang w:val="de-DE"/>
        </w:rPr>
      </w:pPr>
      <w:r>
        <w:rPr>
          <w:lang w:val="de-DE"/>
        </w:rPr>
        <w:t>•</w:t>
      </w:r>
      <w:r>
        <w:rPr>
          <w:lang w:val="de-DE"/>
        </w:rPr>
        <w:tab/>
        <w:t>Dialog und gemeinsame Politikentwicklung mit Jugendlichen und Jugendorganisationen, um die Perspektiven und Rückmeldungen der Jugend in die Kommunikationsstrategien und -inhalte der Kommission einzubringen.</w:t>
      </w:r>
    </w:p>
    <w:p w14:paraId="2BE34DBA" w14:textId="693DF8E8"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C93E5E8" w14:textId="77777777" w:rsidR="00940C13" w:rsidRDefault="00940C13" w:rsidP="00527473">
      <w:pPr>
        <w:spacing w:after="0"/>
        <w:rPr>
          <w:lang w:val="en-US"/>
        </w:rPr>
      </w:pPr>
      <w:r>
        <w:rPr>
          <w:lang w:val="en-US"/>
        </w:rPr>
        <w:t>Wir suchen ein motiviertes, belastbares und aufgeschlossenes Teammitglied mit Interesse an Jugendarbeit und -kommunikation.</w:t>
      </w:r>
    </w:p>
    <w:p w14:paraId="395C2867" w14:textId="77777777" w:rsidR="00940C13" w:rsidRDefault="00940C13" w:rsidP="00527473">
      <w:pPr>
        <w:spacing w:after="0"/>
        <w:rPr>
          <w:lang w:val="en-US"/>
        </w:rPr>
      </w:pPr>
      <w:r>
        <w:rPr>
          <w:lang w:val="en-US"/>
        </w:rPr>
        <w:t>Sie/Er sollte über ausgezeichnete Kommunikations- und Präsentationsfähigkeiten in Wort und Schrift verfügen. Selbstständiges Arbeiten, ausgeprägte analytische Fähigkeiten und die Bereitschaft, sich für die Belange junger Menschen einzusetzen, werden vorausgesetzt.</w:t>
      </w:r>
    </w:p>
    <w:p w14:paraId="6267D98F" w14:textId="77777777" w:rsidR="00940C13" w:rsidRDefault="00940C13" w:rsidP="00527473">
      <w:pPr>
        <w:spacing w:after="0"/>
        <w:rPr>
          <w:lang w:val="en-US"/>
        </w:rPr>
      </w:pPr>
      <w:r>
        <w:rPr>
          <w:lang w:val="en-US"/>
        </w:rPr>
        <w:t>Erfahrung in Kommunikation, Journalismus und/oder Strategieentwicklung ist von Vorteil. Kreativität und fundierte Kenntnisse moderner, jugendgerechter Kommunikationsstrategien sind erwünscht. Sie/Er sollte die englische Sprache beherrschen und in der Lage sein, Texte jugendgerecht und zielgruppengerecht zu verfassen.</w:t>
      </w:r>
    </w:p>
    <w:p w14:paraId="7BCFE1D1" w14:textId="77777777" w:rsidR="00940C13" w:rsidRDefault="00940C13" w:rsidP="00527473">
      <w:pPr>
        <w:spacing w:after="0"/>
        <w:rPr>
          <w:lang w:val="en-US"/>
        </w:rPr>
      </w:pPr>
      <w:r>
        <w:rPr>
          <w:lang w:val="en-US"/>
        </w:rPr>
        <w:t>Teamfähigkeit, Verhandlungsgeschick im Umgang mit internen und externen Interessengruppen sowie die Fähigkeit, auf Veranstaltungen und in Sitzungen zu präsentieren, werden erwartet.</w:t>
      </w:r>
    </w:p>
    <w:p w14:paraId="19539D47" w14:textId="77777777" w:rsidR="00940C13" w:rsidRDefault="00940C13" w:rsidP="00527473">
      <w:pPr>
        <w:spacing w:after="0"/>
        <w:rPr>
          <w:lang w:val="en-US"/>
        </w:rPr>
      </w:pPr>
      <w:r>
        <w:rPr>
          <w:lang w:val="en-US"/>
        </w:rPr>
        <w:t>Vorerfahrung im Jugendbereich, insbesondere mit nachgewiesenem Interesse an Jugendkommunikation und -politik, ist von Vorteil.</w:t>
      </w:r>
    </w:p>
    <w:p w14:paraId="7DFF067A" w14:textId="7116F8CC"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40C1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40C1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40C1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40C1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40C1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40C1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40C1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40C1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40C1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40C1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B15F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40C13"/>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3780</Words>
  <Characters>21546</Characters>
  <Application>Microsoft Office Word</Application>
  <DocSecurity>4</DocSecurity>
  <PresentationFormat>Microsoft Word 14.0</PresentationFormat>
  <Lines>179</Lines>
  <Paragraphs>50</Paragraphs>
  <ScaleCrop>true</ScaleCrop>
  <Company/>
  <LinksUpToDate>false</LinksUpToDate>
  <CharactersWithSpaces>25276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2025-11-13T17:22:00Z</dcterms:created>
  <dcterms:modified xsi:type="dcterms:W3CDTF">2025-11-13T17:22:00Z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